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829" w:rsidRDefault="006F5829" w:rsidP="00504B38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10/a. sz. melléklet:</w:t>
      </w:r>
    </w:p>
    <w:p w:rsidR="006F5829" w:rsidRDefault="006F5829" w:rsidP="00504B38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különválási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különváló társaságnál, mint jogelődnél </w:t>
      </w:r>
      <w:r w:rsidRPr="004024A0">
        <w:rPr>
          <w:sz w:val="20"/>
          <w:lang w:val="hu-HU"/>
        </w:rPr>
        <w:t>(nincs melléklet)</w:t>
      </w:r>
    </w:p>
    <w:p w:rsidR="006F5829" w:rsidRDefault="006F582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6F5829" w:rsidRDefault="006F582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6F5829" w:rsidRPr="00D26E33" w:rsidRDefault="006F582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6F5829" w:rsidRPr="00D26E33" w:rsidRDefault="006F582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6F5829" w:rsidRPr="009E6DF5" w:rsidRDefault="006F5829" w:rsidP="00504B3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9E6DF5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 w:rsidRPr="009E6DF5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K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ülön</w:t>
      </w:r>
      <w:r w:rsidRPr="009E6DF5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vál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ó</w:t>
      </w:r>
      <w:r w:rsidRPr="009E6DF5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9E6DF5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társaság</w:t>
      </w:r>
      <w:r w:rsidRPr="009E6DF5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9E6DF5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6F5829" w:rsidRDefault="006F582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6F5829" w:rsidRPr="00D2184F" w:rsidRDefault="006F582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6F5829" w:rsidRDefault="006F5829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6F5829" w:rsidRDefault="006F5829" w:rsidP="006F78D0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9E6DF5">
        <w:rPr>
          <w:rFonts w:ascii="Times New Roman" w:hAnsi="Times New Roman"/>
          <w:sz w:val="20"/>
          <w:lang w:val="hu-HU"/>
        </w:rPr>
        <w:t xml:space="preserve">a(z) </w:t>
      </w:r>
      <w:r w:rsidRPr="009E6DF5">
        <w:rPr>
          <w:rFonts w:ascii="Times New Roman" w:hAnsi="Times New Roman"/>
          <w:color w:val="FF0000"/>
          <w:sz w:val="20"/>
          <w:lang w:val="hu-HU"/>
        </w:rPr>
        <w:t>[</w:t>
      </w:r>
      <w:r w:rsidRPr="009E6DF5">
        <w:rPr>
          <w:rFonts w:ascii="Times New Roman" w:hAnsi="Times New Roman"/>
          <w:i/>
          <w:color w:val="FF0000"/>
          <w:sz w:val="20"/>
          <w:lang w:val="hu-HU"/>
        </w:rPr>
        <w:t>K</w:t>
      </w:r>
      <w:r>
        <w:rPr>
          <w:rFonts w:ascii="Times New Roman" w:hAnsi="Times New Roman"/>
          <w:i/>
          <w:color w:val="FF0000"/>
          <w:sz w:val="20"/>
          <w:lang w:val="hu-HU"/>
        </w:rPr>
        <w:t>ülön</w:t>
      </w:r>
      <w:r w:rsidRPr="009E6DF5">
        <w:rPr>
          <w:rFonts w:ascii="Times New Roman" w:hAnsi="Times New Roman"/>
          <w:i/>
          <w:color w:val="FF0000"/>
          <w:sz w:val="20"/>
          <w:lang w:val="hu-HU"/>
        </w:rPr>
        <w:t>vál</w:t>
      </w:r>
      <w:r>
        <w:rPr>
          <w:rFonts w:ascii="Times New Roman" w:hAnsi="Times New Roman"/>
          <w:i/>
          <w:color w:val="FF0000"/>
          <w:sz w:val="20"/>
          <w:lang w:val="hu-HU"/>
        </w:rPr>
        <w:t>ó</w:t>
      </w:r>
      <w:r w:rsidRPr="009E6DF5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9E6DF5">
        <w:rPr>
          <w:rFonts w:ascii="Times New Roman" w:hAnsi="Times New Roman"/>
          <w:color w:val="FF0000"/>
          <w:sz w:val="20"/>
          <w:lang w:val="hu-HU"/>
        </w:rPr>
        <w:t>]</w:t>
      </w:r>
      <w:r w:rsidRPr="009E6DF5">
        <w:rPr>
          <w:rFonts w:ascii="Times New Roman" w:hAnsi="Times New Roman"/>
          <w:sz w:val="20"/>
          <w:lang w:val="hu-HU"/>
        </w:rPr>
        <w:t xml:space="preserve">, mint a </w:t>
      </w:r>
      <w:r>
        <w:rPr>
          <w:rFonts w:ascii="Times New Roman" w:hAnsi="Times New Roman"/>
          <w:sz w:val="20"/>
          <w:lang w:val="hu-HU"/>
        </w:rPr>
        <w:t>külön</w:t>
      </w:r>
      <w:r w:rsidRPr="009E6DF5">
        <w:rPr>
          <w:rFonts w:ascii="Times New Roman" w:hAnsi="Times New Roman"/>
          <w:sz w:val="20"/>
          <w:lang w:val="hu-HU"/>
        </w:rPr>
        <w:t xml:space="preserve">válás után </w:t>
      </w:r>
      <w:r>
        <w:rPr>
          <w:rFonts w:ascii="Times New Roman" w:hAnsi="Times New Roman"/>
          <w:sz w:val="20"/>
          <w:lang w:val="hu-HU"/>
        </w:rPr>
        <w:t>megszűnő</w:t>
      </w:r>
      <w:r w:rsidRPr="009E6DF5">
        <w:rPr>
          <w:rFonts w:ascii="Times New Roman" w:hAnsi="Times New Roman"/>
          <w:sz w:val="20"/>
          <w:lang w:val="hu-HU"/>
        </w:rPr>
        <w:t xml:space="preserve"> társaság („jogelőd társaság”) </w:t>
      </w:r>
      <w:r>
        <w:rPr>
          <w:rFonts w:ascii="Times New Roman" w:hAnsi="Times New Roman"/>
          <w:sz w:val="20"/>
          <w:lang w:val="hu-HU"/>
        </w:rPr>
        <w:t>külön</w:t>
      </w:r>
      <w:r w:rsidRPr="009E6DF5">
        <w:rPr>
          <w:rFonts w:ascii="Times New Roman" w:hAnsi="Times New Roman"/>
          <w:sz w:val="20"/>
          <w:lang w:val="hu-HU"/>
        </w:rPr>
        <w:t xml:space="preserve">válás napjára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9E6DF5">
        <w:rPr>
          <w:rFonts w:ascii="Times New Roman" w:hAnsi="Times New Roman"/>
          <w:sz w:val="20"/>
          <w:lang w:val="hu-HU"/>
        </w:rPr>
        <w:t>vonatkozó vagyoni helyzetét bemutató végleges 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könyvvizsgálatát</w:t>
      </w:r>
      <w:r w:rsidRPr="009E6DF5">
        <w:rPr>
          <w:rFonts w:ascii="Times New Roman" w:hAnsi="Times New Roman"/>
          <w:sz w:val="20"/>
          <w:lang w:val="hu-HU"/>
        </w:rPr>
        <w:t xml:space="preserve">, amelyben az eszközök és források egyező végösszege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 w:rsidRPr="009E6DF5">
        <w:rPr>
          <w:rFonts w:ascii="Times New Roman" w:hAnsi="Times New Roman"/>
          <w:sz w:val="20"/>
          <w:lang w:val="hu-HU"/>
        </w:rPr>
        <w:t xml:space="preserve">, a jegyzett tőke 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 w:rsidRPr="009E6DF5">
        <w:rPr>
          <w:rFonts w:ascii="Times New Roman" w:hAnsi="Times New Roman"/>
          <w:sz w:val="20"/>
          <w:lang w:val="hu-HU"/>
        </w:rPr>
        <w:t xml:space="preserve">, a saját tőke 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6F5829" w:rsidRDefault="006F582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F5829" w:rsidRDefault="006F5829" w:rsidP="00504B38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6F5829" w:rsidRPr="002E3ADC" w:rsidRDefault="006F582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F5829" w:rsidRPr="00D26E33" w:rsidRDefault="006F5829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6F5829" w:rsidRDefault="006F582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F5829" w:rsidRDefault="006F5829" w:rsidP="009E6DF5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6F5829" w:rsidRPr="00D26E33" w:rsidRDefault="006F582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F5829" w:rsidRDefault="006F5829" w:rsidP="009E6DF5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jogelőd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6F5829" w:rsidRPr="00CD0C83" w:rsidRDefault="006F582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F5829" w:rsidRDefault="006F582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6F5829" w:rsidRDefault="006F582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6F5829" w:rsidRPr="00D81BE9" w:rsidRDefault="006F582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6F5829" w:rsidRDefault="006F5829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F5829" w:rsidRPr="00D81BE9" w:rsidRDefault="006F5829" w:rsidP="0023703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6F5829" w:rsidRPr="00D26E33" w:rsidRDefault="006F582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F5829" w:rsidRPr="00D26E33" w:rsidRDefault="006F5829" w:rsidP="009E6DF5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6F5829" w:rsidRDefault="006F582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6F5829" w:rsidRDefault="006F5829" w:rsidP="009E6DF5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6F5829" w:rsidRDefault="006F582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6F5829" w:rsidRDefault="006F5829" w:rsidP="009707F7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 xml:space="preserve">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6F5829" w:rsidRDefault="006F582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6F5829" w:rsidRDefault="006F5829" w:rsidP="009E6DF5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6F5829" w:rsidRPr="009E6DF5" w:rsidRDefault="006F582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6F5829" w:rsidRPr="009E6DF5" w:rsidRDefault="006F5829" w:rsidP="009E6DF5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9E6DF5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végleges vagyonmérleg könyvvizsgálatáért való felelőssége </w:t>
      </w:r>
    </w:p>
    <w:p w:rsidR="006F5829" w:rsidRDefault="006F582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6F5829" w:rsidRDefault="006F5829" w:rsidP="009E6DF5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6F5829" w:rsidRPr="00BF5EE3" w:rsidRDefault="006F582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6F5829" w:rsidRPr="009F05AD" w:rsidRDefault="006F582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6F5829" w:rsidRPr="009F05AD" w:rsidRDefault="006F582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6F5829" w:rsidRPr="009F05AD" w:rsidRDefault="006F5829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6F5829" w:rsidRPr="009F05AD" w:rsidRDefault="006F5829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azért, hogy a </w:t>
      </w:r>
      <w:r>
        <w:rPr>
          <w:rFonts w:ascii="Times New Roman" w:hAnsi="Times New Roman"/>
          <w:kern w:val="20"/>
          <w:sz w:val="20"/>
          <w:szCs w:val="20"/>
          <w:lang w:val="hu-HU"/>
        </w:rPr>
        <w:t>jogelőd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nyilvánítsak(unk).</w:t>
      </w:r>
    </w:p>
    <w:p w:rsidR="006F5829" w:rsidRPr="009F05AD" w:rsidRDefault="006F582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6F5829" w:rsidRPr="009F05AD" w:rsidRDefault="006F5829" w:rsidP="009707F7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nem tudja a vállalkozást folytatni.</w:t>
      </w:r>
    </w:p>
    <w:p w:rsidR="006F5829" w:rsidRPr="009F05AD" w:rsidRDefault="006F5829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6F5829" w:rsidRPr="009F05AD" w:rsidRDefault="006F582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6F5829" w:rsidRPr="009F05AD" w:rsidRDefault="006F582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6F5829" w:rsidRDefault="006F5829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6F5829" w:rsidRDefault="006F5829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6F5829" w:rsidRPr="003A48B3" w:rsidRDefault="006F582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6F5829" w:rsidRPr="00D26E33" w:rsidRDefault="006F582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6F5829" w:rsidRPr="00D26E33" w:rsidRDefault="006F582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6F5829" w:rsidRPr="00D26E33" w:rsidRDefault="006F582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6F5829" w:rsidRPr="00D26E33" w:rsidRDefault="006F5829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6F5829" w:rsidRPr="00D26E33" w:rsidRDefault="006F5829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6F5829" w:rsidRPr="0080033F" w:rsidRDefault="006F5829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6F5829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829" w:rsidRDefault="006F5829" w:rsidP="001E2511">
      <w:pPr>
        <w:spacing w:after="0" w:line="240" w:lineRule="auto"/>
      </w:pPr>
      <w:r>
        <w:separator/>
      </w:r>
    </w:p>
  </w:endnote>
  <w:endnote w:type="continuationSeparator" w:id="0">
    <w:p w:rsidR="006F5829" w:rsidRDefault="006F5829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829" w:rsidRDefault="006F5829">
    <w:pPr>
      <w:pStyle w:val="Footer"/>
      <w:jc w:val="center"/>
    </w:pPr>
    <w:fldSimple w:instr="PAGE   \* MERGEFORMAT">
      <w:r w:rsidRPr="0023703B">
        <w:rPr>
          <w:noProof/>
          <w:lang w:val="hu-HU"/>
        </w:rPr>
        <w:t>1</w:t>
      </w:r>
    </w:fldSimple>
  </w:p>
  <w:p w:rsidR="006F5829" w:rsidRDefault="006F58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829" w:rsidRDefault="006F5829" w:rsidP="001E2511">
      <w:pPr>
        <w:spacing w:after="0" w:line="240" w:lineRule="auto"/>
      </w:pPr>
      <w:r>
        <w:separator/>
      </w:r>
    </w:p>
  </w:footnote>
  <w:footnote w:type="continuationSeparator" w:id="0">
    <w:p w:rsidR="006F5829" w:rsidRDefault="006F5829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0C3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E5786"/>
    <w:rsid w:val="000F7DB6"/>
    <w:rsid w:val="0012784A"/>
    <w:rsid w:val="00133FAB"/>
    <w:rsid w:val="0014438C"/>
    <w:rsid w:val="001568DD"/>
    <w:rsid w:val="001715E1"/>
    <w:rsid w:val="00173AF3"/>
    <w:rsid w:val="001835FB"/>
    <w:rsid w:val="001A72A3"/>
    <w:rsid w:val="001C19F3"/>
    <w:rsid w:val="001E2511"/>
    <w:rsid w:val="001F4991"/>
    <w:rsid w:val="00203A97"/>
    <w:rsid w:val="00223731"/>
    <w:rsid w:val="0023703B"/>
    <w:rsid w:val="0024017A"/>
    <w:rsid w:val="00247292"/>
    <w:rsid w:val="0026083D"/>
    <w:rsid w:val="0027581F"/>
    <w:rsid w:val="00292B45"/>
    <w:rsid w:val="002A2010"/>
    <w:rsid w:val="002A38FE"/>
    <w:rsid w:val="002E019D"/>
    <w:rsid w:val="002E3ADC"/>
    <w:rsid w:val="002E7980"/>
    <w:rsid w:val="002F0D7F"/>
    <w:rsid w:val="002F72C7"/>
    <w:rsid w:val="002F79B7"/>
    <w:rsid w:val="00306B7A"/>
    <w:rsid w:val="0032557C"/>
    <w:rsid w:val="00344CDA"/>
    <w:rsid w:val="00347176"/>
    <w:rsid w:val="003577B5"/>
    <w:rsid w:val="0036040D"/>
    <w:rsid w:val="00383C8A"/>
    <w:rsid w:val="003A20C2"/>
    <w:rsid w:val="003A48B3"/>
    <w:rsid w:val="003A6A21"/>
    <w:rsid w:val="003D1DA3"/>
    <w:rsid w:val="003D4CC0"/>
    <w:rsid w:val="004005B8"/>
    <w:rsid w:val="004024A0"/>
    <w:rsid w:val="0041414F"/>
    <w:rsid w:val="00414BBB"/>
    <w:rsid w:val="00415090"/>
    <w:rsid w:val="004203FD"/>
    <w:rsid w:val="004445AE"/>
    <w:rsid w:val="00452CD9"/>
    <w:rsid w:val="004779ED"/>
    <w:rsid w:val="00487ABB"/>
    <w:rsid w:val="004A4B47"/>
    <w:rsid w:val="004B0755"/>
    <w:rsid w:val="004B58C4"/>
    <w:rsid w:val="004C5F47"/>
    <w:rsid w:val="00504B38"/>
    <w:rsid w:val="00516E90"/>
    <w:rsid w:val="005300E7"/>
    <w:rsid w:val="0053616F"/>
    <w:rsid w:val="005563CB"/>
    <w:rsid w:val="005575E6"/>
    <w:rsid w:val="00560E8C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B604C"/>
    <w:rsid w:val="006D0C27"/>
    <w:rsid w:val="006F0FF0"/>
    <w:rsid w:val="006F5829"/>
    <w:rsid w:val="006F78D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1BC"/>
    <w:rsid w:val="00841A11"/>
    <w:rsid w:val="00847385"/>
    <w:rsid w:val="00874D52"/>
    <w:rsid w:val="00877AEB"/>
    <w:rsid w:val="00891C49"/>
    <w:rsid w:val="008A1CEC"/>
    <w:rsid w:val="008D71BF"/>
    <w:rsid w:val="008F4ADF"/>
    <w:rsid w:val="00901813"/>
    <w:rsid w:val="00903E3D"/>
    <w:rsid w:val="00910DD9"/>
    <w:rsid w:val="0091782A"/>
    <w:rsid w:val="00933324"/>
    <w:rsid w:val="009414CE"/>
    <w:rsid w:val="009463C8"/>
    <w:rsid w:val="0096259E"/>
    <w:rsid w:val="009707F7"/>
    <w:rsid w:val="009745AC"/>
    <w:rsid w:val="009760DE"/>
    <w:rsid w:val="009825E5"/>
    <w:rsid w:val="009A7A13"/>
    <w:rsid w:val="009B3DCD"/>
    <w:rsid w:val="009B4158"/>
    <w:rsid w:val="009B645D"/>
    <w:rsid w:val="009C132D"/>
    <w:rsid w:val="009C53AD"/>
    <w:rsid w:val="009D2470"/>
    <w:rsid w:val="009E0C97"/>
    <w:rsid w:val="009E2855"/>
    <w:rsid w:val="009E6DF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03B87"/>
    <w:rsid w:val="00C11015"/>
    <w:rsid w:val="00C21C70"/>
    <w:rsid w:val="00C30EE1"/>
    <w:rsid w:val="00C33E96"/>
    <w:rsid w:val="00C34F1F"/>
    <w:rsid w:val="00C55AE1"/>
    <w:rsid w:val="00C55FD9"/>
    <w:rsid w:val="00C83135"/>
    <w:rsid w:val="00C85626"/>
    <w:rsid w:val="00C87A9C"/>
    <w:rsid w:val="00CB0FEB"/>
    <w:rsid w:val="00CC2A2F"/>
    <w:rsid w:val="00CD0C83"/>
    <w:rsid w:val="00CD2EF2"/>
    <w:rsid w:val="00D10C6B"/>
    <w:rsid w:val="00D139F2"/>
    <w:rsid w:val="00D175CA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7037"/>
    <w:rsid w:val="00DB7B78"/>
    <w:rsid w:val="00DC0417"/>
    <w:rsid w:val="00DC60C5"/>
    <w:rsid w:val="00DC785D"/>
    <w:rsid w:val="00DC7F14"/>
    <w:rsid w:val="00DE1C94"/>
    <w:rsid w:val="00DE688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4258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B7603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38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979</Words>
  <Characters>6758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6</cp:revision>
  <dcterms:created xsi:type="dcterms:W3CDTF">2018-03-26T12:43:00Z</dcterms:created>
  <dcterms:modified xsi:type="dcterms:W3CDTF">2020-07-20T09:15:00Z</dcterms:modified>
</cp:coreProperties>
</file>